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3CF8BBCE" w:rsidR="00595483" w:rsidRDefault="00544399" w:rsidP="00522AAD">
      <w:r w:rsidRPr="00544399">
        <w:t xml:space="preserve"> </w:t>
      </w:r>
      <w:r w:rsidR="000B1701" w:rsidRPr="000B1701">
        <w:rPr>
          <w:noProof/>
        </w:rPr>
        <w:drawing>
          <wp:inline distT="0" distB="0" distL="0" distR="0" wp14:anchorId="777D78A4" wp14:editId="0E9CD7F8">
            <wp:extent cx="9070975" cy="42227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4399">
        <w:t xml:space="preserve"> </w:t>
      </w:r>
    </w:p>
    <w:p w14:paraId="6106CA19" w14:textId="77777777" w:rsidR="00E367B4" w:rsidRDefault="00E367B4" w:rsidP="00E367B4">
      <w:r w:rsidRPr="00E367B4">
        <w:rPr>
          <w:noProof/>
        </w:rPr>
        <w:lastRenderedPageBreak/>
        <w:drawing>
          <wp:inline distT="0" distB="0" distL="0" distR="0" wp14:anchorId="081E6690" wp14:editId="61340CD7">
            <wp:extent cx="9070975" cy="422275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5C840AA8" w14:textId="77777777" w:rsidR="00E367B4" w:rsidRDefault="00E367B4" w:rsidP="00E367B4"/>
    <w:p w14:paraId="5099A63F" w14:textId="77777777" w:rsidR="00E367B4" w:rsidRDefault="00E367B4" w:rsidP="00E367B4">
      <w:r>
        <w:t xml:space="preserve">Single Mass Analysis </w:t>
      </w:r>
    </w:p>
    <w:p w14:paraId="318BA936" w14:textId="77777777" w:rsidR="00E367B4" w:rsidRDefault="00E367B4" w:rsidP="00E367B4">
      <w:r>
        <w:t>Tolerance = 5.0 PPM   /   DBE: min = -1.5, max = 50.0</w:t>
      </w:r>
    </w:p>
    <w:p w14:paraId="55E74CCA" w14:textId="77777777" w:rsidR="00E367B4" w:rsidRDefault="00E367B4" w:rsidP="00E367B4">
      <w:r>
        <w:t>Selected filters: None</w:t>
      </w:r>
    </w:p>
    <w:p w14:paraId="2579C8DC" w14:textId="77777777" w:rsidR="00E367B4" w:rsidRDefault="00E367B4" w:rsidP="00E367B4"/>
    <w:p w14:paraId="4C1B73D7" w14:textId="77777777" w:rsidR="00E367B4" w:rsidRDefault="00E367B4" w:rsidP="00E367B4">
      <w:r>
        <w:lastRenderedPageBreak/>
        <w:t>Monoisotopic Mass, Even Electron Ions</w:t>
      </w:r>
    </w:p>
    <w:p w14:paraId="5437E9BA" w14:textId="77777777" w:rsidR="00E367B4" w:rsidRDefault="00E367B4" w:rsidP="00E367B4">
      <w:r>
        <w:t xml:space="preserve">437 </w:t>
      </w:r>
      <w:proofErr w:type="gramStart"/>
      <w:r>
        <w:t>formula</w:t>
      </w:r>
      <w:proofErr w:type="gramEnd"/>
      <w:r>
        <w:t>(e) evaluated with 1 results within limits (up to 50 best isotopic matches for each mass)</w:t>
      </w:r>
    </w:p>
    <w:p w14:paraId="000E709F" w14:textId="77777777" w:rsidR="00E367B4" w:rsidRDefault="00E367B4" w:rsidP="00E367B4">
      <w:r>
        <w:t>Elements Used:</w:t>
      </w:r>
    </w:p>
    <w:p w14:paraId="45033464" w14:textId="77777777" w:rsidR="00E367B4" w:rsidRDefault="00E367B4" w:rsidP="00E367B4">
      <w:r>
        <w:t xml:space="preserve">C: 19-27    H: 0-50    N: 1-10    O: 1-10    S: 0-3    </w:t>
      </w:r>
    </w:p>
    <w:p w14:paraId="26FDB5C0" w14:textId="77777777" w:rsidR="00E367B4" w:rsidRDefault="00E367B4" w:rsidP="00E367B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6E324A8F" w14:textId="77777777" w:rsidR="00E367B4" w:rsidRDefault="00E367B4" w:rsidP="00E367B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14:paraId="1A63388D" w14:textId="77777777" w:rsidR="00E367B4" w:rsidRDefault="00E367B4" w:rsidP="00E367B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14:paraId="1B645F1B" w14:textId="6B7D4293" w:rsidR="009971EA" w:rsidRDefault="00E367B4" w:rsidP="00E367B4">
      <w:r>
        <w:t xml:space="preserve">342.1164   </w:t>
      </w:r>
      <w:r>
        <w:tab/>
        <w:t xml:space="preserve">342.1164       </w:t>
      </w:r>
      <w:r>
        <w:tab/>
        <w:t xml:space="preserve">0.0      </w:t>
      </w:r>
      <w:r>
        <w:tab/>
        <w:t xml:space="preserve">0.0      </w:t>
      </w:r>
      <w:r>
        <w:tab/>
        <w:t xml:space="preserve">10.5     </w:t>
      </w:r>
      <w:r>
        <w:tab/>
        <w:t xml:space="preserve">2.0        </w:t>
      </w:r>
      <w:r>
        <w:tab/>
        <w:t>C</w:t>
      </w:r>
      <w:proofErr w:type="gramStart"/>
      <w:r>
        <w:t>19  H</w:t>
      </w:r>
      <w:proofErr w:type="gramEnd"/>
      <w:r>
        <w:t>20  N  O3  S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B1701"/>
    <w:rsid w:val="000D1650"/>
    <w:rsid w:val="001331D0"/>
    <w:rsid w:val="004C2A0A"/>
    <w:rsid w:val="00522AAD"/>
    <w:rsid w:val="00544399"/>
    <w:rsid w:val="00595483"/>
    <w:rsid w:val="005E3609"/>
    <w:rsid w:val="006850EF"/>
    <w:rsid w:val="00987A2D"/>
    <w:rsid w:val="009971EA"/>
    <w:rsid w:val="00B22530"/>
    <w:rsid w:val="00E367B4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5</TotalTime>
  <Pages>3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2022-10-14T14:11:00Z</dcterms:created>
  <dcterms:modified xsi:type="dcterms:W3CDTF">2022-10-14T14:14:00Z</dcterms:modified>
</cp:coreProperties>
</file>